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01E86960" w:rsidR="000C7F36" w:rsidRPr="008A62B0" w:rsidRDefault="00B47E58" w:rsidP="00B47E58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 xml:space="preserve">A </w:t>
      </w:r>
      <w:r w:rsidR="007B3CC1">
        <w:rPr>
          <w:rFonts w:ascii="Helvetica" w:hAnsi="Helvetica"/>
        </w:rPr>
        <w:t>Social Media Manager’s Daily Schedule</w:t>
      </w:r>
    </w:p>
    <w:p w14:paraId="7CD7A079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5:30 am - Start the day.</w:t>
      </w:r>
    </w:p>
    <w:p w14:paraId="77344959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6:45 am - Get ready for work.</w:t>
      </w:r>
    </w:p>
    <w:p w14:paraId="2BEEE43A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8:00 am - 8:30 am - Arrive at work.</w:t>
      </w:r>
    </w:p>
    <w:p w14:paraId="06B65985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9:00 am to 12:00 pm - Social media check in, meetings with team and vendors.</w:t>
      </w:r>
    </w:p>
    <w:p w14:paraId="1C94EBA1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12:00 pm - Lunch</w:t>
      </w:r>
    </w:p>
    <w:p w14:paraId="18204EB1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1:00 pm - Gather analytical data.</w:t>
      </w:r>
    </w:p>
    <w:p w14:paraId="2A778F8E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2:00 pm - Respond to team emails and questions.</w:t>
      </w:r>
    </w:p>
    <w:p w14:paraId="47CAF75A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2:30 pm - Respond to customer mentions and questions.</w:t>
      </w:r>
    </w:p>
    <w:p w14:paraId="50801D72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3:30 pm - Curate content.</w:t>
      </w:r>
    </w:p>
    <w:p w14:paraId="5DF691E1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4:00 pm - Check that posts for the next day are ready to go.</w:t>
      </w:r>
    </w:p>
    <w:p w14:paraId="57473B0E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4:30 pm - Review upcoming content.</w:t>
      </w:r>
    </w:p>
    <w:p w14:paraId="62B16B84" w14:textId="77777777" w:rsidR="0014449F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5:00 pm - Prepare for upcoming meetings.</w:t>
      </w:r>
    </w:p>
    <w:p w14:paraId="463EF7FB" w14:textId="4C11C701" w:rsidR="008A62B0" w:rsidRPr="0014449F" w:rsidRDefault="0014449F" w:rsidP="0014449F">
      <w:pPr>
        <w:pStyle w:val="ListBullet"/>
        <w:numPr>
          <w:ilvl w:val="0"/>
          <w:numId w:val="15"/>
        </w:numPr>
        <w:rPr>
          <w:rFonts w:ascii="Helvetica" w:hAnsi="Helvetica"/>
        </w:rPr>
      </w:pPr>
      <w:r w:rsidRPr="0014449F">
        <w:rPr>
          <w:rFonts w:ascii="Helvetica" w:hAnsi="Helvetica"/>
        </w:rPr>
        <w:t>6:00 pm - Head home.</w:t>
      </w:r>
      <w:bookmarkStart w:id="0" w:name="_GoBack"/>
      <w:bookmarkEnd w:id="0"/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>
      <w:footerReference w:type="default" r:id="rId7"/>
      <w:pgSz w:w="12240" w:h="15840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8D55D" w14:textId="77777777" w:rsidR="001078C2" w:rsidRDefault="001078C2">
      <w:pPr>
        <w:spacing w:before="0" w:after="0" w:line="240" w:lineRule="auto"/>
      </w:pPr>
      <w:r>
        <w:separator/>
      </w:r>
    </w:p>
    <w:p w14:paraId="3B9E2109" w14:textId="77777777" w:rsidR="001078C2" w:rsidRDefault="001078C2"/>
  </w:endnote>
  <w:endnote w:type="continuationSeparator" w:id="0">
    <w:p w14:paraId="34A7327F" w14:textId="77777777" w:rsidR="001078C2" w:rsidRDefault="001078C2">
      <w:pPr>
        <w:spacing w:before="0" w:after="0" w:line="240" w:lineRule="auto"/>
      </w:pPr>
      <w:r>
        <w:continuationSeparator/>
      </w:r>
    </w:p>
    <w:p w14:paraId="0D48F6C6" w14:textId="77777777" w:rsidR="001078C2" w:rsidRDefault="00107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D535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611CD" w14:textId="77777777" w:rsidR="001078C2" w:rsidRDefault="001078C2">
      <w:pPr>
        <w:spacing w:before="0" w:after="0" w:line="240" w:lineRule="auto"/>
      </w:pPr>
      <w:r>
        <w:separator/>
      </w:r>
    </w:p>
    <w:p w14:paraId="7965E5F9" w14:textId="77777777" w:rsidR="001078C2" w:rsidRDefault="001078C2"/>
  </w:footnote>
  <w:footnote w:type="continuationSeparator" w:id="0">
    <w:p w14:paraId="57962237" w14:textId="77777777" w:rsidR="001078C2" w:rsidRDefault="001078C2">
      <w:pPr>
        <w:spacing w:before="0" w:after="0" w:line="240" w:lineRule="auto"/>
      </w:pPr>
      <w:r>
        <w:continuationSeparator/>
      </w:r>
    </w:p>
    <w:p w14:paraId="35AB6A8D" w14:textId="77777777" w:rsidR="001078C2" w:rsidRDefault="001078C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A1E8C"/>
    <w:multiLevelType w:val="multilevel"/>
    <w:tmpl w:val="1ECC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12"/>
    <w:lvlOverride w:ilvl="1">
      <w:lvl w:ilvl="1">
        <w:numFmt w:val="lowerLetter"/>
        <w:lvlText w:val="%2."/>
        <w:lvlJc w:val="left"/>
      </w:lvl>
    </w:lvlOverride>
  </w:num>
  <w:num w:numId="11">
    <w:abstractNumId w:val="12"/>
    <w:lvlOverride w:ilvl="1">
      <w:lvl w:ilvl="1">
        <w:numFmt w:val="lowerLetter"/>
        <w:lvlText w:val="%2."/>
        <w:lvlJc w:val="left"/>
      </w:lvl>
    </w:lvlOverride>
  </w:num>
  <w:num w:numId="12">
    <w:abstractNumId w:val="10"/>
  </w:num>
  <w:num w:numId="13">
    <w:abstractNumId w:val="4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B1260"/>
    <w:rsid w:val="000C7F36"/>
    <w:rsid w:val="001078C2"/>
    <w:rsid w:val="0014449F"/>
    <w:rsid w:val="007B3CC1"/>
    <w:rsid w:val="008A62B0"/>
    <w:rsid w:val="00B47E58"/>
    <w:rsid w:val="00D53562"/>
    <w:rsid w:val="00E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1</TotalTime>
  <Pages>1</Pages>
  <Words>82</Words>
  <Characters>470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2018-02-23T20:32:00Z</dcterms:created>
  <dcterms:modified xsi:type="dcterms:W3CDTF">2018-02-26T15:42:00Z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